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D86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numbers 0 to 30</w:t>
            </w:r>
            <w:r w:rsidR="00D86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4E0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Task </w:t>
            </w:r>
            <w:r w:rsidR="005548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5548B5">
              <w:rPr>
                <w:rFonts w:ascii="Times New Roman" w:hAnsi="Times New Roman" w:cs="Times New Roman"/>
                <w:b/>
                <w:sz w:val="24"/>
                <w:szCs w:val="24"/>
              </w:rPr>
              <w:t>Student Object Choice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(Day </w:t>
            </w:r>
            <w:r w:rsidR="004E037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9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What does a number represent?  How do we use numbers?  How are numbers arranged?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B423F" w:rsidRDefault="00D85633" w:rsidP="00793F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 w:rsidR="00422240">
              <w:rPr>
                <w:rFonts w:ascii="Times New Roman" w:hAnsi="Times New Roman" w:cs="Times New Roman"/>
                <w:b/>
                <w:sz w:val="24"/>
                <w:szCs w:val="24"/>
              </w:rPr>
              <w:t>:  Book:</w:t>
            </w:r>
            <w:r w:rsidR="00CF49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Class made</w:t>
            </w:r>
            <w:r w:rsidR="00422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2240" w:rsidRPr="004222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Ten Apples Up On Top</w:t>
            </w:r>
          </w:p>
          <w:p w:rsidR="004B0900" w:rsidRPr="0067424C" w:rsidRDefault="00CF49E7" w:rsidP="00491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Pictures of sets</w:t>
            </w:r>
          </w:p>
        </w:tc>
        <w:tc>
          <w:tcPr>
            <w:tcW w:w="2760" w:type="dxa"/>
            <w:gridSpan w:val="3"/>
          </w:tcPr>
          <w:p w:rsidR="00C36364" w:rsidRDefault="00D85633" w:rsidP="00CF49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F16E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2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F49E7">
              <w:rPr>
                <w:rFonts w:ascii="Times New Roman" w:hAnsi="Times New Roman" w:cs="Times New Roman"/>
                <w:b/>
                <w:sz w:val="24"/>
                <w:szCs w:val="24"/>
              </w:rPr>
              <w:t>White Boards</w:t>
            </w:r>
          </w:p>
          <w:p w:rsidR="00CF49E7" w:rsidRDefault="00CF49E7" w:rsidP="00CF49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Markers</w:t>
            </w:r>
          </w:p>
        </w:tc>
        <w:tc>
          <w:tcPr>
            <w:tcW w:w="5496" w:type="dxa"/>
            <w:gridSpan w:val="2"/>
          </w:tcPr>
          <w:p w:rsidR="00D85633" w:rsidRDefault="009451F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</w:p>
          <w:p w:rsidR="00DB423F" w:rsidRDefault="00DB423F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Sets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674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K.CC.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2224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2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K.CC.2 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>and K.CC.3   Counting objects</w:t>
            </w:r>
            <w:r w:rsidR="008766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</w:t>
            </w:r>
            <w:proofErr w:type="gramStart"/>
            <w:r w:rsidR="00674017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BC3B1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proofErr w:type="gramEnd"/>
            <w:r w:rsidR="00BC3B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skip count to 30, count on to 30</w:t>
            </w:r>
            <w:r w:rsidR="00674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>and writing numbers 0-20.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1F55FE" w:rsidRDefault="00D85633" w:rsidP="00674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0F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can</w:t>
            </w:r>
            <w:r w:rsidR="00312F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objects to </w:t>
            </w:r>
            <w:r w:rsidR="0067401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704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F55F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F55FE" w:rsidRDefault="001F55FE" w:rsidP="00674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c</w:t>
            </w:r>
            <w:r w:rsidR="00BC3B17">
              <w:rPr>
                <w:rFonts w:ascii="Times New Roman" w:hAnsi="Times New Roman" w:cs="Times New Roman"/>
                <w:b/>
                <w:sz w:val="24"/>
                <w:szCs w:val="24"/>
              </w:rPr>
              <w:t>ount on to 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74017" w:rsidRDefault="00674017" w:rsidP="00674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write to 20.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0F4908" w:rsidRDefault="00D85633" w:rsidP="008A5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0900">
              <w:rPr>
                <w:rFonts w:ascii="Times New Roman" w:hAnsi="Times New Roman" w:cs="Times New Roman"/>
                <w:b/>
                <w:sz w:val="24"/>
                <w:szCs w:val="24"/>
              </w:rPr>
              <w:t>(How will students become cognitively engaged and focused?)</w:t>
            </w:r>
            <w:r w:rsidR="0067424C" w:rsidRPr="004B0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3B17">
              <w:rPr>
                <w:rFonts w:ascii="Times New Roman" w:hAnsi="Times New Roman" w:cs="Times New Roman"/>
                <w:b/>
                <w:sz w:val="24"/>
                <w:szCs w:val="24"/>
              </w:rPr>
              <w:t>The teacher</w:t>
            </w:r>
            <w:r w:rsidR="004E03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students</w:t>
            </w:r>
            <w:r w:rsidR="00BC3B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will read</w:t>
            </w:r>
            <w:r w:rsidR="004E03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class made</w:t>
            </w:r>
            <w:r w:rsidR="00BC3B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3B17" w:rsidRPr="004E03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Ten Apples Up On Top</w:t>
            </w:r>
            <w:r w:rsidR="004E03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book</w:t>
            </w:r>
            <w:r w:rsidR="00BC3B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</w:t>
            </w:r>
            <w:r w:rsidR="004E03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Everyone will count on to 30 after </w:t>
            </w:r>
            <w:r w:rsidR="00876629">
              <w:rPr>
                <w:rFonts w:ascii="Times New Roman" w:hAnsi="Times New Roman" w:cs="Times New Roman"/>
                <w:b/>
                <w:sz w:val="24"/>
                <w:szCs w:val="24"/>
              </w:rPr>
              <w:t>a few</w:t>
            </w:r>
            <w:r w:rsidR="004E03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page</w:t>
            </w:r>
            <w:r w:rsidR="00876629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4E037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C3B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C36364" w:rsidRDefault="00D85633" w:rsidP="006679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0F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5041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 w:rsidR="002475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will </w:t>
            </w:r>
            <w:r w:rsidR="00667908">
              <w:rPr>
                <w:rFonts w:ascii="Times New Roman" w:hAnsi="Times New Roman" w:cs="Times New Roman"/>
                <w:b/>
                <w:sz w:val="24"/>
                <w:szCs w:val="24"/>
              </w:rPr>
              <w:t>hold up a picture of a certain number of objects, count them and write the number</w:t>
            </w:r>
            <w:r w:rsidR="00CF49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 objects</w:t>
            </w:r>
            <w:r w:rsidR="00667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on the board as she reviews the correct way to form the number.  She will continue to do this through number 10.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B454B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546C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16E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67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will give each student a white board and marker.  </w:t>
            </w:r>
            <w:r w:rsidR="00CF49E7">
              <w:rPr>
                <w:rFonts w:ascii="Times New Roman" w:hAnsi="Times New Roman" w:cs="Times New Roman"/>
                <w:b/>
                <w:sz w:val="24"/>
                <w:szCs w:val="24"/>
              </w:rPr>
              <w:t>Teacher will continue to hold up pictures of objects and together they will count the objects, draw the set (using happy faces, shapes, etc.) and write the number.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CF49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AB4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B0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86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will </w:t>
            </w:r>
            <w:r w:rsidR="00CF49E7">
              <w:rPr>
                <w:rFonts w:ascii="Times New Roman" w:hAnsi="Times New Roman" w:cs="Times New Roman"/>
                <w:b/>
                <w:sz w:val="24"/>
                <w:szCs w:val="24"/>
              </w:rPr>
              <w:t>get a partner.  One partner will draw a set and the other partner will count the set and write the number on their white board.  Together they will count on to 30.  They will take turns doing this.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1F55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945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F1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1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F49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will say:  “Write the number that comes </w:t>
            </w:r>
            <w:r w:rsidR="001F55FE">
              <w:rPr>
                <w:rFonts w:ascii="Times New Roman" w:hAnsi="Times New Roman" w:cs="Times New Roman"/>
                <w:b/>
                <w:sz w:val="24"/>
                <w:szCs w:val="24"/>
              </w:rPr>
              <w:t>after 16.</w:t>
            </w:r>
            <w:r w:rsidR="00CF49E7">
              <w:rPr>
                <w:rFonts w:ascii="Times New Roman" w:hAnsi="Times New Roman" w:cs="Times New Roman"/>
                <w:b/>
                <w:sz w:val="24"/>
                <w:szCs w:val="24"/>
              </w:rPr>
              <w:t>”  The students will do this and draw the set.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9451F5" w:rsidRPr="009451F5" w:rsidRDefault="00876629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Sets higher than 20</w:t>
            </w:r>
            <w:r w:rsidR="00DB42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2" w:type="dxa"/>
            <w:gridSpan w:val="3"/>
          </w:tcPr>
          <w:p w:rsidR="00F16E46" w:rsidRPr="009451F5" w:rsidRDefault="00876629" w:rsidP="00F16E4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Sets less than 20</w:t>
            </w:r>
            <w:r w:rsidR="00DB42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2" w:type="dxa"/>
          </w:tcPr>
          <w:p w:rsidR="005C4CBE" w:rsidRPr="009451F5" w:rsidRDefault="00F16E46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 number cards for students to look at</w:t>
            </w:r>
            <w:r w:rsidR="009451F5" w:rsidRPr="00945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F1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 observation</w:t>
            </w:r>
            <w:r w:rsidR="006C0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86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F55FE" w:rsidRDefault="001F55FE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5FE" w:rsidRDefault="001F55FE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01D" w:rsidRDefault="007B401D" w:rsidP="00D7779B">
      <w:pPr>
        <w:spacing w:after="0" w:line="240" w:lineRule="auto"/>
      </w:pPr>
      <w:r>
        <w:separator/>
      </w:r>
    </w:p>
  </w:endnote>
  <w:end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01D" w:rsidRDefault="007B401D" w:rsidP="00D7779B">
      <w:pPr>
        <w:spacing w:after="0" w:line="240" w:lineRule="auto"/>
      </w:pPr>
      <w:r>
        <w:separator/>
      </w:r>
    </w:p>
  </w:footnote>
  <w:foot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00C0619"/>
    <w:multiLevelType w:val="hybridMultilevel"/>
    <w:tmpl w:val="8BEC8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C0975"/>
    <w:rsid w:val="000F4908"/>
    <w:rsid w:val="0014140E"/>
    <w:rsid w:val="001B2637"/>
    <w:rsid w:val="001D2248"/>
    <w:rsid w:val="001F16C1"/>
    <w:rsid w:val="001F55FE"/>
    <w:rsid w:val="001F5E82"/>
    <w:rsid w:val="00224A5F"/>
    <w:rsid w:val="00247547"/>
    <w:rsid w:val="00270731"/>
    <w:rsid w:val="00274ACD"/>
    <w:rsid w:val="0028190D"/>
    <w:rsid w:val="00285686"/>
    <w:rsid w:val="002B77CB"/>
    <w:rsid w:val="002C6606"/>
    <w:rsid w:val="00312FFF"/>
    <w:rsid w:val="0038033C"/>
    <w:rsid w:val="003A60D1"/>
    <w:rsid w:val="003D7D31"/>
    <w:rsid w:val="00422240"/>
    <w:rsid w:val="0047042F"/>
    <w:rsid w:val="0049191F"/>
    <w:rsid w:val="004B0900"/>
    <w:rsid w:val="004B658C"/>
    <w:rsid w:val="004E037F"/>
    <w:rsid w:val="0051657B"/>
    <w:rsid w:val="00546CA9"/>
    <w:rsid w:val="005548B5"/>
    <w:rsid w:val="00570FB8"/>
    <w:rsid w:val="00586E6B"/>
    <w:rsid w:val="005B0AFA"/>
    <w:rsid w:val="005C4CBE"/>
    <w:rsid w:val="00622BF9"/>
    <w:rsid w:val="00643719"/>
    <w:rsid w:val="006619C9"/>
    <w:rsid w:val="00667908"/>
    <w:rsid w:val="00674017"/>
    <w:rsid w:val="0067424C"/>
    <w:rsid w:val="006A0ACD"/>
    <w:rsid w:val="006C0036"/>
    <w:rsid w:val="006C0155"/>
    <w:rsid w:val="006D1332"/>
    <w:rsid w:val="00793F60"/>
    <w:rsid w:val="007B401D"/>
    <w:rsid w:val="0085449A"/>
    <w:rsid w:val="00876629"/>
    <w:rsid w:val="008A5041"/>
    <w:rsid w:val="008C13D7"/>
    <w:rsid w:val="008E1745"/>
    <w:rsid w:val="008E2D6D"/>
    <w:rsid w:val="009451F5"/>
    <w:rsid w:val="009B085C"/>
    <w:rsid w:val="009F1806"/>
    <w:rsid w:val="00A67FA5"/>
    <w:rsid w:val="00AB454B"/>
    <w:rsid w:val="00B51CA8"/>
    <w:rsid w:val="00BC3B17"/>
    <w:rsid w:val="00C36364"/>
    <w:rsid w:val="00C92D93"/>
    <w:rsid w:val="00CB2DBC"/>
    <w:rsid w:val="00CD5617"/>
    <w:rsid w:val="00CF49E7"/>
    <w:rsid w:val="00D53EDF"/>
    <w:rsid w:val="00D7779B"/>
    <w:rsid w:val="00D85633"/>
    <w:rsid w:val="00D864A2"/>
    <w:rsid w:val="00DB423F"/>
    <w:rsid w:val="00EA0639"/>
    <w:rsid w:val="00F16E46"/>
    <w:rsid w:val="00F77D89"/>
    <w:rsid w:val="00FE04FF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84B443-7139-463B-96E1-5893404B0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C217D85C.dotm</Template>
  <TotalTime>6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3</cp:revision>
  <cp:lastPrinted>2012-06-21T16:29:00Z</cp:lastPrinted>
  <dcterms:created xsi:type="dcterms:W3CDTF">2012-06-28T14:34:00Z</dcterms:created>
  <dcterms:modified xsi:type="dcterms:W3CDTF">2012-06-28T14:40:00Z</dcterms:modified>
</cp:coreProperties>
</file>